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2DF" w:rsidRPr="00CF53D8" w:rsidRDefault="008452DF" w:rsidP="00C01959">
      <w:pPr>
        <w:jc w:val="center"/>
        <w:rPr>
          <w:b/>
        </w:rPr>
      </w:pPr>
      <w:r w:rsidRPr="00CF53D8">
        <w:rPr>
          <w:b/>
        </w:rPr>
        <w:t xml:space="preserve">Аннотация к рабочей программе по </w:t>
      </w:r>
      <w:r>
        <w:rPr>
          <w:b/>
        </w:rPr>
        <w:t>химии</w:t>
      </w:r>
      <w:r w:rsidRPr="00CF53D8">
        <w:rPr>
          <w:b/>
        </w:rPr>
        <w:t xml:space="preserve"> для </w:t>
      </w:r>
      <w:r>
        <w:rPr>
          <w:b/>
        </w:rPr>
        <w:t>8</w:t>
      </w:r>
      <w:r w:rsidRPr="00CF53D8">
        <w:rPr>
          <w:b/>
        </w:rPr>
        <w:t>-9 классов</w:t>
      </w:r>
    </w:p>
    <w:p w:rsidR="008452DF" w:rsidRDefault="008452DF" w:rsidP="00C01959">
      <w:pPr>
        <w:jc w:val="center"/>
        <w:rPr>
          <w:b/>
        </w:rPr>
      </w:pPr>
      <w:r>
        <w:rPr>
          <w:b/>
        </w:rPr>
        <w:t>ФГОС ООО</w:t>
      </w:r>
    </w:p>
    <w:p w:rsidR="008452DF" w:rsidRPr="001654D0" w:rsidRDefault="008452DF" w:rsidP="00C01959">
      <w:pPr>
        <w:jc w:val="center"/>
      </w:pPr>
      <w:r>
        <w:rPr>
          <w:b/>
        </w:rPr>
        <w:t xml:space="preserve">Автор-составитель: </w:t>
      </w:r>
      <w:r w:rsidRPr="001654D0">
        <w:t>учитель высшей категории-Гончарова Рия Мухтаровна</w:t>
      </w:r>
    </w:p>
    <w:p w:rsidR="008452DF" w:rsidRDefault="008452DF" w:rsidP="00C01959">
      <w:pPr>
        <w:spacing w:before="100" w:beforeAutospacing="1" w:after="100" w:afterAutospacing="1"/>
        <w:ind w:left="480"/>
        <w:jc w:val="both"/>
        <w:rPr>
          <w:rFonts w:cs="Arial"/>
          <w:bdr w:val="none" w:sz="0" w:space="0" w:color="auto" w:frame="1"/>
        </w:rPr>
      </w:pPr>
      <w:r>
        <w:rPr>
          <w:rFonts w:cs="Arial"/>
          <w:bdr w:val="none" w:sz="0" w:space="0" w:color="auto" w:frame="1"/>
        </w:rPr>
        <w:t>Рабочая п</w:t>
      </w:r>
      <w:r w:rsidRPr="00C01959">
        <w:rPr>
          <w:rFonts w:ascii="inherit" w:hAnsi="inherit" w:cs="Arial"/>
          <w:bdr w:val="none" w:sz="0" w:space="0" w:color="auto" w:frame="1"/>
        </w:rPr>
        <w:t>рограмм</w:t>
      </w:r>
      <w:r>
        <w:rPr>
          <w:rFonts w:cs="Arial"/>
          <w:bdr w:val="none" w:sz="0" w:space="0" w:color="auto" w:frame="1"/>
        </w:rPr>
        <w:t>а по химии для 8-9 классов МОУ «Васильевская основная общеобразовательная школа»</w:t>
      </w:r>
      <w:r w:rsidRPr="00C01959">
        <w:rPr>
          <w:rFonts w:ascii="inherit" w:hAnsi="inherit" w:cs="Arial"/>
          <w:bdr w:val="none" w:sz="0" w:space="0" w:color="auto" w:frame="1"/>
        </w:rPr>
        <w:t xml:space="preserve"> разработан</w:t>
      </w:r>
      <w:r>
        <w:rPr>
          <w:rFonts w:cs="Arial"/>
          <w:bdr w:val="none" w:sz="0" w:space="0" w:color="auto" w:frame="1"/>
        </w:rPr>
        <w:t>а</w:t>
      </w:r>
      <w:r w:rsidRPr="00C01959">
        <w:rPr>
          <w:rFonts w:ascii="inherit" w:hAnsi="inherit" w:cs="Arial"/>
          <w:bdr w:val="none" w:sz="0" w:space="0" w:color="auto" w:frame="1"/>
        </w:rPr>
        <w:t xml:space="preserve"> на основе </w:t>
      </w:r>
      <w:r>
        <w:rPr>
          <w:rFonts w:cs="Arial"/>
          <w:bdr w:val="none" w:sz="0" w:space="0" w:color="auto" w:frame="1"/>
        </w:rPr>
        <w:t xml:space="preserve"> </w:t>
      </w:r>
      <w:r w:rsidRPr="00C01959">
        <w:rPr>
          <w:rFonts w:ascii="inherit" w:hAnsi="inherit" w:cs="Arial"/>
          <w:bdr w:val="none" w:sz="0" w:space="0" w:color="auto" w:frame="1"/>
        </w:rPr>
        <w:t xml:space="preserve">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по  химии 8-9 классы. Предметная  линия  учебников Г.  Е. Рудзитиса, Ф. Г.  Фельдмана: </w:t>
      </w:r>
      <w:r>
        <w:rPr>
          <w:rFonts w:cs="Arial"/>
          <w:bdr w:val="none" w:sz="0" w:space="0" w:color="auto" w:frame="1"/>
        </w:rPr>
        <w:t>П</w:t>
      </w:r>
      <w:r w:rsidRPr="00C01959">
        <w:rPr>
          <w:rFonts w:ascii="inherit" w:hAnsi="inherit" w:cs="Arial"/>
          <w:bdr w:val="none" w:sz="0" w:space="0" w:color="auto" w:frame="1"/>
        </w:rPr>
        <w:t>особие  для учителей общеобразовательных организаций / Н.  Н.  Гара. — М.: Просвещение</w:t>
      </w:r>
      <w:r>
        <w:rPr>
          <w:rFonts w:cs="Arial"/>
          <w:bdr w:val="none" w:sz="0" w:space="0" w:color="auto" w:frame="1"/>
        </w:rPr>
        <w:t xml:space="preserve"> 2013.</w:t>
      </w:r>
    </w:p>
    <w:p w:rsidR="008452DF" w:rsidRPr="00C01959" w:rsidRDefault="008452DF" w:rsidP="00C01959">
      <w:pPr>
        <w:spacing w:before="100" w:beforeAutospacing="1" w:after="100" w:afterAutospacing="1"/>
        <w:ind w:left="480"/>
        <w:rPr>
          <w:rFonts w:ascii="inherit" w:hAnsi="inherit" w:cs="Arial"/>
          <w:b/>
          <w:u w:val="single"/>
        </w:rPr>
      </w:pPr>
      <w:r w:rsidRPr="00C01959">
        <w:rPr>
          <w:rFonts w:ascii="inherit" w:hAnsi="inherit" w:cs="Arial"/>
          <w:b/>
          <w:u w:val="single"/>
          <w:bdr w:val="none" w:sz="0" w:space="0" w:color="auto" w:frame="1"/>
        </w:rPr>
        <w:t>УЧЕБНО-МЕТОДИЧЕСКИЙ КОМПЛЕК</w:t>
      </w:r>
      <w:r>
        <w:rPr>
          <w:rFonts w:ascii="inherit" w:hAnsi="inherit" w:cs="Arial"/>
          <w:b/>
          <w:u w:val="single"/>
          <w:bdr w:val="none" w:sz="0" w:space="0" w:color="auto" w:frame="1"/>
        </w:rPr>
        <w:t>Т</w:t>
      </w:r>
      <w:bookmarkStart w:id="0" w:name="_GoBack"/>
      <w:bookmarkEnd w:id="0"/>
      <w:r w:rsidRPr="00C01959">
        <w:rPr>
          <w:rFonts w:ascii="inherit" w:hAnsi="inherit" w:cs="Arial"/>
          <w:b/>
          <w:u w:val="single"/>
          <w:bdr w:val="none" w:sz="0" w:space="0" w:color="auto" w:frame="1"/>
        </w:rPr>
        <w:t xml:space="preserve"> (УМК)</w:t>
      </w:r>
    </w:p>
    <w:p w:rsidR="008452DF" w:rsidRPr="00C01959" w:rsidRDefault="008452DF" w:rsidP="00C01959">
      <w:pPr>
        <w:numPr>
          <w:ilvl w:val="0"/>
          <w:numId w:val="1"/>
        </w:numPr>
        <w:spacing w:before="100" w:beforeAutospacing="1" w:after="100" w:afterAutospacing="1"/>
        <w:ind w:left="480" w:firstLine="0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 xml:space="preserve">Рудзитис Г.Е., Фельдман Ф.Г. Химия 8 класс. М.: </w:t>
      </w:r>
      <w:r>
        <w:rPr>
          <w:rFonts w:cs="Arial"/>
          <w:bdr w:val="none" w:sz="0" w:space="0" w:color="auto" w:frame="1"/>
        </w:rPr>
        <w:t>«</w:t>
      </w:r>
      <w:r w:rsidRPr="00C01959">
        <w:rPr>
          <w:rFonts w:ascii="inherit" w:hAnsi="inherit" w:cs="Arial"/>
          <w:bdr w:val="none" w:sz="0" w:space="0" w:color="auto" w:frame="1"/>
        </w:rPr>
        <w:t>Просвещение</w:t>
      </w:r>
      <w:r>
        <w:rPr>
          <w:rFonts w:cs="Arial"/>
          <w:bdr w:val="none" w:sz="0" w:space="0" w:color="auto" w:frame="1"/>
        </w:rPr>
        <w:t>» 2018</w:t>
      </w:r>
    </w:p>
    <w:p w:rsidR="008452DF" w:rsidRPr="00C01959" w:rsidRDefault="008452DF" w:rsidP="00C01959">
      <w:pPr>
        <w:numPr>
          <w:ilvl w:val="0"/>
          <w:numId w:val="1"/>
        </w:numPr>
        <w:spacing w:before="100" w:beforeAutospacing="1" w:after="100" w:afterAutospacing="1"/>
        <w:ind w:left="480" w:firstLine="0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 xml:space="preserve">Рудзитис Г.Е., Фельдман Ф.Г. Химия 9 класс. М.: </w:t>
      </w:r>
      <w:r>
        <w:rPr>
          <w:rFonts w:cs="Arial"/>
          <w:bdr w:val="none" w:sz="0" w:space="0" w:color="auto" w:frame="1"/>
        </w:rPr>
        <w:t>«</w:t>
      </w:r>
      <w:r w:rsidRPr="00C01959">
        <w:rPr>
          <w:rFonts w:ascii="inherit" w:hAnsi="inherit" w:cs="Arial"/>
          <w:bdr w:val="none" w:sz="0" w:space="0" w:color="auto" w:frame="1"/>
        </w:rPr>
        <w:t>Просвещение</w:t>
      </w:r>
      <w:r>
        <w:rPr>
          <w:rFonts w:cs="Arial"/>
          <w:bdr w:val="none" w:sz="0" w:space="0" w:color="auto" w:frame="1"/>
        </w:rPr>
        <w:t>» 2016</w:t>
      </w:r>
    </w:p>
    <w:p w:rsidR="008452DF" w:rsidRPr="00C01959" w:rsidRDefault="008452DF" w:rsidP="00C01959">
      <w:pPr>
        <w:spacing w:before="100" w:beforeAutospacing="1" w:after="100" w:afterAutospacing="1"/>
        <w:ind w:left="480"/>
        <w:rPr>
          <w:rFonts w:ascii="inherit" w:hAnsi="inherit" w:cs="Arial"/>
          <w:b/>
          <w:u w:val="single"/>
        </w:rPr>
      </w:pPr>
      <w:r w:rsidRPr="00C01959">
        <w:rPr>
          <w:rFonts w:ascii="inherit" w:hAnsi="inherit" w:cs="Arial"/>
          <w:b/>
          <w:u w:val="single"/>
          <w:bdr w:val="none" w:sz="0" w:space="0" w:color="auto" w:frame="1"/>
        </w:rPr>
        <w:t>УЧЕБНЫЙ ПЛАН (КОЛИЧЕСТВО ЧАСОВ)</w:t>
      </w:r>
    </w:p>
    <w:p w:rsidR="008452DF" w:rsidRPr="00C01959" w:rsidRDefault="008452DF" w:rsidP="00C01959">
      <w:pPr>
        <w:numPr>
          <w:ilvl w:val="0"/>
          <w:numId w:val="2"/>
        </w:numPr>
        <w:spacing w:before="100" w:beforeAutospacing="1" w:after="100" w:afterAutospacing="1"/>
        <w:ind w:left="480" w:firstLine="0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8 класс – 2 часа в неделю, 68 часов в год</w:t>
      </w:r>
    </w:p>
    <w:p w:rsidR="008452DF" w:rsidRPr="00C01959" w:rsidRDefault="008452DF" w:rsidP="00C01959">
      <w:pPr>
        <w:numPr>
          <w:ilvl w:val="0"/>
          <w:numId w:val="2"/>
        </w:numPr>
        <w:spacing w:before="100" w:beforeAutospacing="1" w:after="100" w:afterAutospacing="1"/>
        <w:ind w:left="480" w:firstLine="0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9 класс – 2 часа в неделю, 68 часов в год</w:t>
      </w:r>
    </w:p>
    <w:p w:rsidR="008452DF" w:rsidRPr="00C01959" w:rsidRDefault="008452DF" w:rsidP="00C01959">
      <w:pPr>
        <w:spacing w:before="100" w:beforeAutospacing="1" w:after="100" w:afterAutospacing="1"/>
        <w:ind w:left="480"/>
        <w:rPr>
          <w:rFonts w:ascii="inherit" w:hAnsi="inherit" w:cs="Arial"/>
          <w:b/>
          <w:u w:val="single"/>
        </w:rPr>
      </w:pPr>
      <w:r w:rsidRPr="00C01959">
        <w:rPr>
          <w:rFonts w:ascii="inherit" w:hAnsi="inherit" w:cs="Arial"/>
          <w:b/>
          <w:u w:val="single"/>
          <w:bdr w:val="none" w:sz="0" w:space="0" w:color="auto" w:frame="1"/>
        </w:rPr>
        <w:t> ЦЕЛИ:</w:t>
      </w:r>
    </w:p>
    <w:p w:rsidR="008452DF" w:rsidRPr="00C01959" w:rsidRDefault="008452DF" w:rsidP="00C01959">
      <w:pPr>
        <w:numPr>
          <w:ilvl w:val="0"/>
          <w:numId w:val="3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освоение важнейших знаний об основных понятиях и законах химии, химической символике;</w:t>
      </w:r>
    </w:p>
    <w:p w:rsidR="008452DF" w:rsidRPr="00C01959" w:rsidRDefault="008452DF" w:rsidP="00C01959">
      <w:pPr>
        <w:numPr>
          <w:ilvl w:val="0"/>
          <w:numId w:val="3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8452DF" w:rsidRPr="00C01959" w:rsidRDefault="008452DF" w:rsidP="00C01959">
      <w:pPr>
        <w:numPr>
          <w:ilvl w:val="0"/>
          <w:numId w:val="3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8452DF" w:rsidRPr="00C01959" w:rsidRDefault="008452DF" w:rsidP="00C01959">
      <w:pPr>
        <w:numPr>
          <w:ilvl w:val="0"/>
          <w:numId w:val="3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8452DF" w:rsidRPr="00C01959" w:rsidRDefault="008452DF" w:rsidP="00C01959">
      <w:pPr>
        <w:numPr>
          <w:ilvl w:val="0"/>
          <w:numId w:val="3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8452DF" w:rsidRPr="00C01959" w:rsidRDefault="008452DF" w:rsidP="00C01959">
      <w:pPr>
        <w:spacing w:before="100" w:beforeAutospacing="1" w:after="100" w:afterAutospacing="1"/>
        <w:ind w:left="480"/>
        <w:rPr>
          <w:rFonts w:ascii="inherit" w:hAnsi="inherit" w:cs="Arial"/>
          <w:b/>
          <w:u w:val="single"/>
        </w:rPr>
      </w:pPr>
      <w:r w:rsidRPr="00C01959">
        <w:rPr>
          <w:rFonts w:ascii="inherit" w:hAnsi="inherit" w:cs="Arial"/>
          <w:b/>
          <w:u w:val="single"/>
          <w:bdr w:val="none" w:sz="0" w:space="0" w:color="auto" w:frame="1"/>
        </w:rPr>
        <w:t>ЗАДАЧИ:</w:t>
      </w:r>
    </w:p>
    <w:p w:rsidR="008452DF" w:rsidRPr="00C01959" w:rsidRDefault="008452DF" w:rsidP="00C01959">
      <w:pPr>
        <w:numPr>
          <w:ilvl w:val="0"/>
          <w:numId w:val="4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8452DF" w:rsidRPr="00C01959" w:rsidRDefault="008452DF" w:rsidP="00C01959">
      <w:pPr>
        <w:numPr>
          <w:ilvl w:val="0"/>
          <w:numId w:val="4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создавать условия для формирования у учащихся предметной и учебно-исследовательской компетентностей:</w:t>
      </w:r>
    </w:p>
    <w:p w:rsidR="008452DF" w:rsidRPr="00C01959" w:rsidRDefault="008452DF" w:rsidP="00C01959">
      <w:pPr>
        <w:numPr>
          <w:ilvl w:val="0"/>
          <w:numId w:val="4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8452DF" w:rsidRPr="00C01959" w:rsidRDefault="008452DF" w:rsidP="00C01959">
      <w:pPr>
        <w:numPr>
          <w:ilvl w:val="0"/>
          <w:numId w:val="4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:rsidR="008452DF" w:rsidRPr="00C01959" w:rsidRDefault="008452DF" w:rsidP="00C01959">
      <w:pPr>
        <w:numPr>
          <w:ilvl w:val="0"/>
          <w:numId w:val="4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продолжить развивать у обучающихся общеучебные умения и навыки: особое внимание уделить развитию умения пересказывать текст, аккуратно вести записи в тетради и делать рисунки.</w:t>
      </w:r>
    </w:p>
    <w:p w:rsidR="008452DF" w:rsidRPr="001D241E" w:rsidRDefault="008452DF" w:rsidP="00C01959">
      <w:pPr>
        <w:spacing w:before="100" w:beforeAutospacing="1" w:after="100" w:afterAutospacing="1"/>
        <w:ind w:left="480"/>
        <w:rPr>
          <w:u w:val="single"/>
        </w:rPr>
      </w:pPr>
      <w:r w:rsidRPr="001D241E">
        <w:rPr>
          <w:i/>
          <w:iCs/>
          <w:u w:val="single"/>
        </w:rPr>
        <w:t>Программы обеспечивают достижение выпускниками основной школы определённых личностных, метапредметных и предметных  результатов.</w:t>
      </w:r>
    </w:p>
    <w:p w:rsidR="008452DF" w:rsidRPr="00C01959" w:rsidRDefault="008452DF" w:rsidP="00C01959">
      <w:pPr>
        <w:spacing w:before="100" w:beforeAutospacing="1" w:after="100" w:afterAutospacing="1"/>
        <w:ind w:left="480"/>
        <w:rPr>
          <w:rFonts w:ascii="inherit" w:hAnsi="inherit" w:cs="Arial"/>
          <w:b/>
          <w:u w:val="single"/>
        </w:rPr>
      </w:pPr>
      <w:r w:rsidRPr="00C01959">
        <w:rPr>
          <w:rFonts w:ascii="inherit" w:hAnsi="inherit" w:cs="Arial"/>
          <w:b/>
          <w:u w:val="single"/>
          <w:bdr w:val="none" w:sz="0" w:space="0" w:color="auto" w:frame="1"/>
        </w:rPr>
        <w:t>ЛИЧНОСТНЫЕ РЕЗУЛЬТАТЫ</w:t>
      </w:r>
    </w:p>
    <w:p w:rsidR="008452DF" w:rsidRPr="00C01959" w:rsidRDefault="008452DF" w:rsidP="00C01959">
      <w:pPr>
        <w:numPr>
          <w:ilvl w:val="0"/>
          <w:numId w:val="5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Воспитание российской гражданской идентичности: патриотизма, любви и уважения к Отечеству, чувства гордости за свою Родину,  за российскую химическую  науку.</w:t>
      </w:r>
    </w:p>
    <w:p w:rsidR="008452DF" w:rsidRPr="00C01959" w:rsidRDefault="008452DF" w:rsidP="00C01959">
      <w:pPr>
        <w:numPr>
          <w:ilvl w:val="0"/>
          <w:numId w:val="5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  современного  мира.</w:t>
      </w:r>
    </w:p>
    <w:p w:rsidR="008452DF" w:rsidRPr="00C01959" w:rsidRDefault="008452DF" w:rsidP="00C01959">
      <w:pPr>
        <w:numPr>
          <w:ilvl w:val="0"/>
          <w:numId w:val="5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:rsidR="008452DF" w:rsidRPr="00C01959" w:rsidRDefault="008452DF" w:rsidP="00C01959">
      <w:pPr>
        <w:numPr>
          <w:ilvl w:val="0"/>
          <w:numId w:val="5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Формирование коммуникативной компетентности в образовательной,  общественно полезной, учебно-исследовательской, творческой  и  других  видах деятельности.</w:t>
      </w:r>
    </w:p>
    <w:p w:rsidR="008452DF" w:rsidRPr="00C01959" w:rsidRDefault="008452DF" w:rsidP="00C01959">
      <w:pPr>
        <w:numPr>
          <w:ilvl w:val="0"/>
          <w:numId w:val="5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  людей.</w:t>
      </w:r>
    </w:p>
    <w:p w:rsidR="008452DF" w:rsidRPr="00C01959" w:rsidRDefault="008452DF" w:rsidP="00C01959">
      <w:pPr>
        <w:numPr>
          <w:ilvl w:val="0"/>
          <w:numId w:val="5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Формирование познавательной и информационной культуры, в том числе развитие навыков самостоятельной работы с учебными  пособиями,  книгами,  доступными  инструментами  и техническими средствами информационных технологий.</w:t>
      </w:r>
    </w:p>
    <w:p w:rsidR="008452DF" w:rsidRPr="00C01959" w:rsidRDefault="008452DF" w:rsidP="00C01959">
      <w:pPr>
        <w:numPr>
          <w:ilvl w:val="0"/>
          <w:numId w:val="5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8452DF" w:rsidRPr="00C01959" w:rsidRDefault="008452DF" w:rsidP="00C01959">
      <w:pPr>
        <w:numPr>
          <w:ilvl w:val="0"/>
          <w:numId w:val="5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Развитие готовности к решению творческих задач, умения находить адекватные способы поведения и взаимодействия с партнёрами во время учебной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  кружковая).</w:t>
      </w:r>
    </w:p>
    <w:p w:rsidR="008452DF" w:rsidRPr="00C01959" w:rsidRDefault="008452DF" w:rsidP="00C01959">
      <w:pPr>
        <w:spacing w:before="100" w:beforeAutospacing="1" w:after="100" w:afterAutospacing="1"/>
        <w:ind w:left="480"/>
        <w:rPr>
          <w:rFonts w:ascii="inherit" w:hAnsi="inherit" w:cs="Arial"/>
          <w:b/>
          <w:u w:val="single"/>
        </w:rPr>
      </w:pPr>
      <w:r w:rsidRPr="00C01959">
        <w:rPr>
          <w:rFonts w:ascii="inherit" w:hAnsi="inherit" w:cs="Arial"/>
          <w:b/>
          <w:u w:val="single"/>
          <w:bdr w:val="none" w:sz="0" w:space="0" w:color="auto" w:frame="1"/>
        </w:rPr>
        <w:t>МЕТАПРЕДМЕТНЫЕ РЕЗУЛЬТАТЫ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Овладение навыками самостоятельного приобретения новых знаний, организации учебной деятельности, поиска средств её осуществления.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Умение понимать проблему, ставить вопросы, выдвигать гипотезу, давать определения понятиям, классифицировать, структурировать материал, проводить эксперименты, аргументировать собственную  позицию,  формулировать  выводы  и  заключения.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  в  соответствии  с  изменяющейся  ситуацией.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инструментальной основы развития коммуникативных   и познавательных универсальных учебных действий.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Умение  создавать,   применять   и   преобразовывать   знаки и символы, модели и схемы для решения учебных и познавательных задач.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Умение извлекать информацию из различных источников (включая средства массовой информации, компакт-диски учебного   назначения,   ресурсы   Интернета),   свободно  пользоваться справочной литературой, в том числе и на электронных носителях,  соблюдать  нормы  информационной  избирательности, этики.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прогнозирования.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Умение организовать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Умение выполнять познавательные и практические задания,  в  том  числе  проектные.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Умение самостоятельно и аргументированно  оценивать 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определённой  сложности.</w:t>
      </w:r>
    </w:p>
    <w:p w:rsidR="008452DF" w:rsidRPr="00C01959" w:rsidRDefault="008452DF" w:rsidP="00C01959">
      <w:pPr>
        <w:numPr>
          <w:ilvl w:val="0"/>
          <w:numId w:val="6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Умение  работать  в  группе  —  эффективно  сотрудничать   и взаимодействовать на основе  координации  различных  позиций при выработке общего решения  в  совместной  деятельности; слушать партнёра, формулировать и аргументировать своё мнение, корректно отстаивать  свою  позицию  и  координировать  её с позицией партнёров, в том числе в ситуации столкновения интересов; продуктивно разрешать конфликты на основе учёта интересов и позиций всех его участников, поиска и оценки альтернативных  способов  разрешения   конфликтов.</w:t>
      </w:r>
    </w:p>
    <w:p w:rsidR="008452DF" w:rsidRPr="00C01959" w:rsidRDefault="008452DF" w:rsidP="00C01959">
      <w:pPr>
        <w:spacing w:before="100" w:beforeAutospacing="1" w:after="100" w:afterAutospacing="1"/>
        <w:ind w:left="480"/>
        <w:rPr>
          <w:rFonts w:ascii="inherit" w:hAnsi="inherit" w:cs="Arial"/>
          <w:b/>
          <w:u w:val="single"/>
        </w:rPr>
      </w:pPr>
      <w:r w:rsidRPr="00C01959">
        <w:rPr>
          <w:rFonts w:ascii="inherit" w:hAnsi="inherit" w:cs="Arial"/>
          <w:b/>
          <w:u w:val="single"/>
          <w:bdr w:val="none" w:sz="0" w:space="0" w:color="auto" w:frame="1"/>
        </w:rPr>
        <w:t>ПРЕДМЕТНЫЕ РЕЗУЛЬТАТЫ</w:t>
      </w:r>
    </w:p>
    <w:p w:rsidR="008452DF" w:rsidRPr="00C01959" w:rsidRDefault="008452DF" w:rsidP="00C01959">
      <w:pPr>
        <w:numPr>
          <w:ilvl w:val="0"/>
          <w:numId w:val="7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   химии.</w:t>
      </w:r>
    </w:p>
    <w:p w:rsidR="008452DF" w:rsidRPr="00C01959" w:rsidRDefault="008452DF" w:rsidP="00C01959">
      <w:pPr>
        <w:numPr>
          <w:ilvl w:val="0"/>
          <w:numId w:val="7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мира.</w:t>
      </w:r>
    </w:p>
    <w:p w:rsidR="008452DF" w:rsidRPr="00C01959" w:rsidRDefault="008452DF" w:rsidP="00C01959">
      <w:pPr>
        <w:numPr>
          <w:ilvl w:val="0"/>
          <w:numId w:val="7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Овладение основами химической грамотности:  способностью анализировать и объективно оценивать жизненные ситуации,  связанные  с  химией,  навыками  безопасного  обращения   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среды.</w:t>
      </w:r>
    </w:p>
    <w:p w:rsidR="008452DF" w:rsidRPr="00C01959" w:rsidRDefault="008452DF" w:rsidP="00C01959">
      <w:pPr>
        <w:numPr>
          <w:ilvl w:val="0"/>
          <w:numId w:val="7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Формирование умений устанавливать связи  между 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  применения  веществ  от  их  свойств.</w:t>
      </w:r>
    </w:p>
    <w:p w:rsidR="008452DF" w:rsidRPr="00C01959" w:rsidRDefault="008452DF" w:rsidP="00C01959">
      <w:pPr>
        <w:numPr>
          <w:ilvl w:val="0"/>
          <w:numId w:val="7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Приобретение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  оборудования  и  приборов.</w:t>
      </w:r>
    </w:p>
    <w:p w:rsidR="008452DF" w:rsidRPr="00C01959" w:rsidRDefault="008452DF" w:rsidP="00C01959">
      <w:pPr>
        <w:numPr>
          <w:ilvl w:val="0"/>
          <w:numId w:val="7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Умение оказывать первую помощь  при  отравлениях,  ожогах и других травмах, связанных с веществами и лабораторным оборудованием.</w:t>
      </w:r>
    </w:p>
    <w:p w:rsidR="008452DF" w:rsidRPr="00C01959" w:rsidRDefault="008452DF" w:rsidP="00C01959">
      <w:pPr>
        <w:numPr>
          <w:ilvl w:val="0"/>
          <w:numId w:val="7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Овладение приёмами  работы  с  информацией  химического содержания, представленной в разной форме (в виде текста, формул,  графиков,  табличных  данных,  схем,  фотографий).</w:t>
      </w:r>
    </w:p>
    <w:p w:rsidR="008452DF" w:rsidRPr="00C01959" w:rsidRDefault="008452DF" w:rsidP="00C01959">
      <w:pPr>
        <w:numPr>
          <w:ilvl w:val="0"/>
          <w:numId w:val="7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своей профессиональной деятельности.</w:t>
      </w:r>
    </w:p>
    <w:p w:rsidR="008452DF" w:rsidRPr="00C01959" w:rsidRDefault="008452DF" w:rsidP="00C01959">
      <w:pPr>
        <w:numPr>
          <w:ilvl w:val="0"/>
          <w:numId w:val="7"/>
        </w:numPr>
        <w:spacing w:before="100" w:beforeAutospacing="1" w:after="100" w:afterAutospacing="1"/>
        <w:ind w:left="480" w:firstLine="0"/>
        <w:jc w:val="both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Формирование представлений о значении химической науки в решении современных экологических проблем, в том числе  в  предотвращении  техногенных  и  экологических  катастроф.</w:t>
      </w:r>
    </w:p>
    <w:p w:rsidR="008452DF" w:rsidRPr="00C01959" w:rsidRDefault="008452DF" w:rsidP="00C01959">
      <w:pPr>
        <w:spacing w:before="100" w:beforeAutospacing="1" w:after="100" w:afterAutospacing="1"/>
        <w:ind w:left="480"/>
        <w:rPr>
          <w:rFonts w:ascii="inherit" w:hAnsi="inherit" w:cs="Arial"/>
          <w:b/>
          <w:u w:val="single"/>
        </w:rPr>
      </w:pPr>
      <w:r w:rsidRPr="00C01959">
        <w:rPr>
          <w:rFonts w:ascii="inherit" w:hAnsi="inherit" w:cs="Arial"/>
          <w:b/>
          <w:u w:val="single"/>
          <w:bdr w:val="none" w:sz="0" w:space="0" w:color="auto" w:frame="1"/>
        </w:rPr>
        <w:t>ФОРМЫ ТЕКУЩЕГО КОНТРОЛЯ И ПРОМЕЖУТОЧНОЙ АТТЕСТАЦИИ</w:t>
      </w:r>
    </w:p>
    <w:p w:rsidR="008452DF" w:rsidRPr="00C01959" w:rsidRDefault="008452DF" w:rsidP="002660AF">
      <w:pPr>
        <w:numPr>
          <w:ilvl w:val="0"/>
          <w:numId w:val="8"/>
        </w:numPr>
        <w:spacing w:before="100" w:beforeAutospacing="1" w:after="100" w:afterAutospacing="1"/>
        <w:ind w:left="480" w:firstLine="0"/>
        <w:rPr>
          <w:rFonts w:ascii="inherit" w:hAnsi="inherit" w:cs="Arial"/>
        </w:rPr>
      </w:pPr>
      <w:r w:rsidRPr="00C01959">
        <w:rPr>
          <w:rFonts w:ascii="inherit" w:hAnsi="inherit" w:cs="Arial"/>
          <w:bdr w:val="none" w:sz="0" w:space="0" w:color="auto" w:frame="1"/>
        </w:rPr>
        <w:t>Для оценки учебных достижений обучающихся используется:</w:t>
      </w:r>
      <w:r w:rsidRPr="00C01959">
        <w:rPr>
          <w:rFonts w:ascii="inherit" w:hAnsi="inherit" w:cs="Arial"/>
        </w:rPr>
        <w:br/>
      </w:r>
      <w:r w:rsidRPr="00C01959">
        <w:rPr>
          <w:rFonts w:ascii="inherit" w:hAnsi="inherit" w:cs="Arial"/>
          <w:bdr w:val="none" w:sz="0" w:space="0" w:color="auto" w:frame="1"/>
        </w:rPr>
        <w:t>текущий контроль в виде проверочных работ и тестов; тематический контроль в виде  контрольных работ; итоговый контроль в виде контрольной работы и теста.</w:t>
      </w:r>
    </w:p>
    <w:p w:rsidR="008452DF" w:rsidRPr="00C01959" w:rsidRDefault="008452DF" w:rsidP="001D241E">
      <w:pPr>
        <w:numPr>
          <w:ilvl w:val="0"/>
          <w:numId w:val="8"/>
        </w:numPr>
        <w:spacing w:before="100" w:beforeAutospacing="1" w:after="100" w:afterAutospacing="1"/>
        <w:ind w:left="480" w:firstLine="0"/>
      </w:pPr>
      <w:r w:rsidRPr="00C01959">
        <w:rPr>
          <w:rFonts w:ascii="inherit" w:hAnsi="inherit" w:cs="Arial"/>
          <w:bdr w:val="none" w:sz="0" w:space="0" w:color="auto" w:frame="1"/>
        </w:rPr>
        <w:t>Формы</w:t>
      </w:r>
      <w:r>
        <w:rPr>
          <w:rFonts w:cs="Arial"/>
          <w:bdr w:val="none" w:sz="0" w:space="0" w:color="auto" w:frame="1"/>
        </w:rPr>
        <w:t xml:space="preserve"> контроля: </w:t>
      </w:r>
      <w:r w:rsidRPr="00C01959">
        <w:rPr>
          <w:rFonts w:ascii="inherit" w:hAnsi="inherit" w:cs="Arial"/>
          <w:bdr w:val="none" w:sz="0" w:space="0" w:color="auto" w:frame="1"/>
        </w:rPr>
        <w:t>  </w:t>
      </w:r>
      <w:r w:rsidRPr="00C01959">
        <w:rPr>
          <w:rFonts w:ascii="inherit" w:hAnsi="inherit" w:cs="Arial"/>
        </w:rPr>
        <w:br/>
      </w:r>
      <w:r w:rsidRPr="00C01959">
        <w:rPr>
          <w:rFonts w:ascii="inherit" w:hAnsi="inherit" w:cs="Arial"/>
          <w:bdr w:val="none" w:sz="0" w:space="0" w:color="auto" w:frame="1"/>
        </w:rPr>
        <w:t>фронтальный опрос, индивидуальная работа у доски, индивидуальная работа по карточкам, дифференцированная самостоятельная работа, дифференцированная проверочная работа, химический диктант,  тестовый контроль,  в том числе с компьютерной поддержкой, устные зачеты, практические и лабораторные работы, контрольная работа.</w:t>
      </w:r>
    </w:p>
    <w:sectPr w:rsidR="008452DF" w:rsidRPr="00C01959" w:rsidSect="00F0089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B546E"/>
    <w:multiLevelType w:val="multilevel"/>
    <w:tmpl w:val="6B7A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652B52"/>
    <w:multiLevelType w:val="multilevel"/>
    <w:tmpl w:val="542EC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46D2327"/>
    <w:multiLevelType w:val="multilevel"/>
    <w:tmpl w:val="965A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FC2CF7"/>
    <w:multiLevelType w:val="hybridMultilevel"/>
    <w:tmpl w:val="3816F0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37009F0"/>
    <w:multiLevelType w:val="multilevel"/>
    <w:tmpl w:val="C422C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AD35EA4"/>
    <w:multiLevelType w:val="multilevel"/>
    <w:tmpl w:val="2276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7FE2181"/>
    <w:multiLevelType w:val="multilevel"/>
    <w:tmpl w:val="33A46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16C0096"/>
    <w:multiLevelType w:val="multilevel"/>
    <w:tmpl w:val="740C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ACA741C"/>
    <w:multiLevelType w:val="multilevel"/>
    <w:tmpl w:val="609A7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959"/>
    <w:rsid w:val="000011C3"/>
    <w:rsid w:val="00003A27"/>
    <w:rsid w:val="00016F10"/>
    <w:rsid w:val="0004437B"/>
    <w:rsid w:val="00045B6D"/>
    <w:rsid w:val="000968C2"/>
    <w:rsid w:val="00096E03"/>
    <w:rsid w:val="00097CE9"/>
    <w:rsid w:val="000D1869"/>
    <w:rsid w:val="000E06C3"/>
    <w:rsid w:val="000E4DD7"/>
    <w:rsid w:val="000F0A8A"/>
    <w:rsid w:val="00100A64"/>
    <w:rsid w:val="00121F85"/>
    <w:rsid w:val="001259FD"/>
    <w:rsid w:val="00131A37"/>
    <w:rsid w:val="001422ED"/>
    <w:rsid w:val="00144CD9"/>
    <w:rsid w:val="00157276"/>
    <w:rsid w:val="0016519D"/>
    <w:rsid w:val="001654D0"/>
    <w:rsid w:val="001736C7"/>
    <w:rsid w:val="0018163F"/>
    <w:rsid w:val="001834D4"/>
    <w:rsid w:val="00192524"/>
    <w:rsid w:val="001A2E41"/>
    <w:rsid w:val="001C5E68"/>
    <w:rsid w:val="001D241E"/>
    <w:rsid w:val="001F073D"/>
    <w:rsid w:val="001F571C"/>
    <w:rsid w:val="00204210"/>
    <w:rsid w:val="00204BF4"/>
    <w:rsid w:val="00217F5C"/>
    <w:rsid w:val="00235AE2"/>
    <w:rsid w:val="0025152E"/>
    <w:rsid w:val="002542DD"/>
    <w:rsid w:val="002660AF"/>
    <w:rsid w:val="00267BF3"/>
    <w:rsid w:val="002A01D9"/>
    <w:rsid w:val="002A7283"/>
    <w:rsid w:val="002B0BCE"/>
    <w:rsid w:val="002D00A3"/>
    <w:rsid w:val="002E04DC"/>
    <w:rsid w:val="002F6E33"/>
    <w:rsid w:val="003006AB"/>
    <w:rsid w:val="0030283C"/>
    <w:rsid w:val="00321940"/>
    <w:rsid w:val="00324114"/>
    <w:rsid w:val="00361F4A"/>
    <w:rsid w:val="0036650A"/>
    <w:rsid w:val="003803D0"/>
    <w:rsid w:val="00381931"/>
    <w:rsid w:val="003A080F"/>
    <w:rsid w:val="003B380A"/>
    <w:rsid w:val="003D0D4F"/>
    <w:rsid w:val="003D5AA8"/>
    <w:rsid w:val="003E4DC6"/>
    <w:rsid w:val="00456B38"/>
    <w:rsid w:val="004627ED"/>
    <w:rsid w:val="00474D1A"/>
    <w:rsid w:val="00496874"/>
    <w:rsid w:val="004B3EC7"/>
    <w:rsid w:val="004B700A"/>
    <w:rsid w:val="004E3A29"/>
    <w:rsid w:val="004E4833"/>
    <w:rsid w:val="004F1C75"/>
    <w:rsid w:val="004F2906"/>
    <w:rsid w:val="00510B2C"/>
    <w:rsid w:val="0051763C"/>
    <w:rsid w:val="00563501"/>
    <w:rsid w:val="00566C6D"/>
    <w:rsid w:val="00570BBA"/>
    <w:rsid w:val="00587964"/>
    <w:rsid w:val="005A1D4A"/>
    <w:rsid w:val="005A3D9D"/>
    <w:rsid w:val="005A443C"/>
    <w:rsid w:val="005A52DD"/>
    <w:rsid w:val="005A7EDD"/>
    <w:rsid w:val="005B4692"/>
    <w:rsid w:val="005C1E3E"/>
    <w:rsid w:val="005D0314"/>
    <w:rsid w:val="005D7333"/>
    <w:rsid w:val="005E6B5A"/>
    <w:rsid w:val="00606634"/>
    <w:rsid w:val="00607E84"/>
    <w:rsid w:val="00627036"/>
    <w:rsid w:val="0063375F"/>
    <w:rsid w:val="00651B6F"/>
    <w:rsid w:val="0065290C"/>
    <w:rsid w:val="0068246D"/>
    <w:rsid w:val="006B04F1"/>
    <w:rsid w:val="006D3F61"/>
    <w:rsid w:val="006E701F"/>
    <w:rsid w:val="006F1FDC"/>
    <w:rsid w:val="006F2B3C"/>
    <w:rsid w:val="00712F2E"/>
    <w:rsid w:val="00722190"/>
    <w:rsid w:val="00732942"/>
    <w:rsid w:val="0074510F"/>
    <w:rsid w:val="00756723"/>
    <w:rsid w:val="00756A62"/>
    <w:rsid w:val="007A62EB"/>
    <w:rsid w:val="007A7F9A"/>
    <w:rsid w:val="007D4DA6"/>
    <w:rsid w:val="007E09F8"/>
    <w:rsid w:val="007E6791"/>
    <w:rsid w:val="007F1820"/>
    <w:rsid w:val="00814CE3"/>
    <w:rsid w:val="00816BAA"/>
    <w:rsid w:val="00820EE2"/>
    <w:rsid w:val="0083007C"/>
    <w:rsid w:val="008452DF"/>
    <w:rsid w:val="008569BC"/>
    <w:rsid w:val="00857C8C"/>
    <w:rsid w:val="00864DCD"/>
    <w:rsid w:val="00870350"/>
    <w:rsid w:val="0087265A"/>
    <w:rsid w:val="00881F7D"/>
    <w:rsid w:val="00886806"/>
    <w:rsid w:val="008B38C8"/>
    <w:rsid w:val="008B43AF"/>
    <w:rsid w:val="008D18C9"/>
    <w:rsid w:val="008E7112"/>
    <w:rsid w:val="009114AA"/>
    <w:rsid w:val="009203B7"/>
    <w:rsid w:val="00934CDA"/>
    <w:rsid w:val="0097293B"/>
    <w:rsid w:val="0098484F"/>
    <w:rsid w:val="00986057"/>
    <w:rsid w:val="0098685D"/>
    <w:rsid w:val="009C2A14"/>
    <w:rsid w:val="009E3001"/>
    <w:rsid w:val="009F0421"/>
    <w:rsid w:val="00A108EF"/>
    <w:rsid w:val="00A23899"/>
    <w:rsid w:val="00A27522"/>
    <w:rsid w:val="00A31057"/>
    <w:rsid w:val="00A41D50"/>
    <w:rsid w:val="00A50CD2"/>
    <w:rsid w:val="00A543BD"/>
    <w:rsid w:val="00A634BB"/>
    <w:rsid w:val="00A65E0E"/>
    <w:rsid w:val="00A87752"/>
    <w:rsid w:val="00AA47F9"/>
    <w:rsid w:val="00AB6000"/>
    <w:rsid w:val="00AC33DE"/>
    <w:rsid w:val="00AC614A"/>
    <w:rsid w:val="00AD6DCF"/>
    <w:rsid w:val="00AE1199"/>
    <w:rsid w:val="00AE22CE"/>
    <w:rsid w:val="00AF24C0"/>
    <w:rsid w:val="00AF631E"/>
    <w:rsid w:val="00B06A2B"/>
    <w:rsid w:val="00B07EAF"/>
    <w:rsid w:val="00B20290"/>
    <w:rsid w:val="00B23E11"/>
    <w:rsid w:val="00B24442"/>
    <w:rsid w:val="00B32EA8"/>
    <w:rsid w:val="00B34B05"/>
    <w:rsid w:val="00B464BB"/>
    <w:rsid w:val="00B522E0"/>
    <w:rsid w:val="00B70C5D"/>
    <w:rsid w:val="00B72C9E"/>
    <w:rsid w:val="00B97A2E"/>
    <w:rsid w:val="00BA5A17"/>
    <w:rsid w:val="00BA6C57"/>
    <w:rsid w:val="00BC0EBD"/>
    <w:rsid w:val="00BC65A8"/>
    <w:rsid w:val="00BD51AE"/>
    <w:rsid w:val="00BE2512"/>
    <w:rsid w:val="00BE3CCF"/>
    <w:rsid w:val="00BF4B06"/>
    <w:rsid w:val="00BF60DF"/>
    <w:rsid w:val="00C01959"/>
    <w:rsid w:val="00C14A64"/>
    <w:rsid w:val="00C2080B"/>
    <w:rsid w:val="00C2710E"/>
    <w:rsid w:val="00C3047C"/>
    <w:rsid w:val="00C50CE3"/>
    <w:rsid w:val="00C67E3B"/>
    <w:rsid w:val="00C81BB0"/>
    <w:rsid w:val="00CB3885"/>
    <w:rsid w:val="00CB4ED5"/>
    <w:rsid w:val="00CC1D08"/>
    <w:rsid w:val="00CD3569"/>
    <w:rsid w:val="00CD5827"/>
    <w:rsid w:val="00CD5C28"/>
    <w:rsid w:val="00CD75ED"/>
    <w:rsid w:val="00CE6F3A"/>
    <w:rsid w:val="00CF0003"/>
    <w:rsid w:val="00CF2629"/>
    <w:rsid w:val="00CF53D8"/>
    <w:rsid w:val="00D3127B"/>
    <w:rsid w:val="00D41A90"/>
    <w:rsid w:val="00D46EC6"/>
    <w:rsid w:val="00D57C1E"/>
    <w:rsid w:val="00D63140"/>
    <w:rsid w:val="00D74800"/>
    <w:rsid w:val="00D81244"/>
    <w:rsid w:val="00DB0954"/>
    <w:rsid w:val="00DC3F45"/>
    <w:rsid w:val="00E31965"/>
    <w:rsid w:val="00E347F4"/>
    <w:rsid w:val="00E41F3F"/>
    <w:rsid w:val="00E551D0"/>
    <w:rsid w:val="00E64669"/>
    <w:rsid w:val="00E7008F"/>
    <w:rsid w:val="00E8140E"/>
    <w:rsid w:val="00EA2DDB"/>
    <w:rsid w:val="00EB5E35"/>
    <w:rsid w:val="00EC5772"/>
    <w:rsid w:val="00ED1862"/>
    <w:rsid w:val="00EE10E3"/>
    <w:rsid w:val="00EF3020"/>
    <w:rsid w:val="00EF7325"/>
    <w:rsid w:val="00F0089D"/>
    <w:rsid w:val="00F2710B"/>
    <w:rsid w:val="00F6541C"/>
    <w:rsid w:val="00F81F82"/>
    <w:rsid w:val="00FB3DC6"/>
    <w:rsid w:val="00FC110A"/>
    <w:rsid w:val="00FF4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959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1654D0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53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1558</Words>
  <Characters>8882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химии для 8-9 классов</dc:title>
  <dc:subject/>
  <dc:creator>Пользователь</dc:creator>
  <cp:keywords/>
  <dc:description/>
  <cp:lastModifiedBy>Пользователь</cp:lastModifiedBy>
  <cp:revision>9</cp:revision>
  <dcterms:created xsi:type="dcterms:W3CDTF">2018-08-31T06:25:00Z</dcterms:created>
  <dcterms:modified xsi:type="dcterms:W3CDTF">2018-09-02T19:16:00Z</dcterms:modified>
</cp:coreProperties>
</file>